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DF3768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DF3768">
        <w:rPr>
          <w:lang w:val="en-GB"/>
        </w:rPr>
        <w:t>RICARDO SENDULSKY</w:t>
      </w:r>
      <w:r w:rsidR="009C746C" w:rsidRPr="00DF3768">
        <w:rPr>
          <w:lang w:val="en-GB"/>
        </w:rPr>
        <w:t xml:space="preserve">, </w:t>
      </w:r>
      <w:r w:rsidR="005C331F" w:rsidRPr="00DF3768">
        <w:rPr>
          <w:lang w:val="en-GB"/>
        </w:rPr>
        <w:t>CAE</w:t>
      </w:r>
      <w:r w:rsidR="00E86A48" w:rsidRPr="00DF3768">
        <w:rPr>
          <w:lang w:val="en-GB"/>
        </w:rPr>
        <w:t xml:space="preserve"> C1 </w:t>
      </w:r>
      <w:r w:rsidR="00DF3768" w:rsidRPr="00DF3768">
        <w:rPr>
          <w:lang w:val="en-GB"/>
        </w:rPr>
        <w:t>PROTECT END</w:t>
      </w:r>
      <w:r w:rsidR="00DF3768">
        <w:rPr>
          <w:lang w:val="en-GB"/>
        </w:rPr>
        <w:t>ANGERED SPECIES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DF3768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DF3768" w:rsidRPr="00DF3768" w:rsidRDefault="00DF3768" w:rsidP="00DF3768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46458B">
            <wp:simplePos x="0" y="0"/>
            <wp:positionH relativeFrom="column">
              <wp:posOffset>5316</wp:posOffset>
            </wp:positionH>
            <wp:positionV relativeFrom="paragraph">
              <wp:posOffset>3795</wp:posOffset>
            </wp:positionV>
            <wp:extent cx="3126572" cy="5411972"/>
            <wp:effectExtent l="0" t="0" r="0" b="0"/>
            <wp:wrapTight wrapText="bothSides">
              <wp:wrapPolygon edited="0">
                <wp:start x="0" y="0"/>
                <wp:lineTo x="0" y="21519"/>
                <wp:lineTo x="21455" y="21519"/>
                <wp:lineTo x="2145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26572" cy="5411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6A48" w:rsidRDefault="00E86A48" w:rsidP="00E86A48">
      <w:pPr>
        <w:rPr>
          <w:lang w:val="en-US"/>
        </w:rPr>
      </w:pPr>
    </w:p>
    <w:p w:rsidR="001B54CF" w:rsidRDefault="001B54CF" w:rsidP="00E86A48">
      <w:pPr>
        <w:rPr>
          <w:lang w:val="en-US"/>
        </w:rPr>
      </w:pPr>
    </w:p>
    <w:p w:rsidR="0070617D" w:rsidRDefault="0070617D" w:rsidP="00E86A48">
      <w:pPr>
        <w:rPr>
          <w:lang w:val="en-US"/>
        </w:rPr>
      </w:pPr>
    </w:p>
    <w:p w:rsidR="001B54CF" w:rsidRDefault="001B54CF" w:rsidP="00E86A48">
      <w:pPr>
        <w:rPr>
          <w:lang w:val="en-US"/>
        </w:rPr>
      </w:pPr>
    </w:p>
    <w:p w:rsidR="0070617D" w:rsidRPr="0070617D" w:rsidRDefault="0070617D" w:rsidP="00E86A48">
      <w:pPr>
        <w:rPr>
          <w:lang w:val="en-US"/>
        </w:rPr>
      </w:pP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DF3768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DF3768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CB3FE3"/>
  <w15:docId w15:val="{970FFA42-17F9-45C6-85A4-E6A97221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2018-08-30T10:49:00Z</dcterms:modified>
</cp:coreProperties>
</file>